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684" w:rsidRPr="0036355E" w:rsidRDefault="00083684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3684" w:rsidRPr="0036355E" w:rsidRDefault="00083684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3684" w:rsidRPr="00161E78" w:rsidRDefault="00083684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083684" w:rsidRPr="00161E78" w:rsidRDefault="00083684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3684" w:rsidRPr="00161E78" w:rsidRDefault="00083684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3684" w:rsidRPr="00161E78" w:rsidRDefault="00083684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3684" w:rsidRPr="00161E78" w:rsidRDefault="00083684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30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3684" w:rsidRPr="00161E78" w:rsidRDefault="00083684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3684" w:rsidRPr="00161E78" w:rsidRDefault="00083684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3684" w:rsidRDefault="00083684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ноября  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083684" w:rsidRPr="00161E78" w:rsidRDefault="00083684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083684" w:rsidRPr="00161E78" w:rsidRDefault="00083684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3684" w:rsidRDefault="00083684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3684" w:rsidRDefault="00083684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083684" w:rsidRPr="009D58BB">
        <w:trPr>
          <w:trHeight w:val="1097"/>
        </w:trPr>
        <w:tc>
          <w:tcPr>
            <w:tcW w:w="9016" w:type="dxa"/>
          </w:tcPr>
          <w:p w:rsidR="00083684" w:rsidRPr="009D58BB" w:rsidRDefault="0008368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083684" w:rsidRPr="009D58BB" w:rsidRDefault="0008368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83684" w:rsidRPr="00DD5EF6" w:rsidRDefault="00083684" w:rsidP="00C351E8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083684" w:rsidRPr="00DD5EF6" w:rsidRDefault="00083684" w:rsidP="001D7C02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Подпункты 1,2</w:t>
      </w:r>
      <w:r w:rsidRPr="00DD5EF6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3684" w:rsidRDefault="00083684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2016 год:</w:t>
      </w:r>
    </w:p>
    <w:p w:rsidR="00083684" w:rsidRDefault="00083684" w:rsidP="001A296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27 340 126,46 рублей;</w:t>
      </w:r>
    </w:p>
    <w:p w:rsidR="00083684" w:rsidRDefault="00083684" w:rsidP="00DB15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28 216 500,00 рублей;</w:t>
      </w:r>
    </w:p>
    <w:p w:rsidR="00083684" w:rsidRDefault="00083684" w:rsidP="00445D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96A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>
        <w:rPr>
          <w:rFonts w:ascii="Times New Roman" w:hAnsi="Times New Roman" w:cs="Times New Roman"/>
          <w:sz w:val="28"/>
          <w:szCs w:val="28"/>
        </w:rPr>
        <w:t>876 373,54</w:t>
      </w:r>
      <w:r w:rsidRPr="001A296A">
        <w:rPr>
          <w:rFonts w:ascii="Times New Roman" w:hAnsi="Times New Roman" w:cs="Times New Roman"/>
          <w:sz w:val="28"/>
          <w:szCs w:val="28"/>
        </w:rPr>
        <w:t xml:space="preserve"> рублей.»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3684" w:rsidRPr="00B51340" w:rsidRDefault="00083684" w:rsidP="00445D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006F8">
        <w:rPr>
          <w:rFonts w:ascii="Times New Roman" w:hAnsi="Times New Roman" w:cs="Times New Roman"/>
          <w:sz w:val="28"/>
          <w:szCs w:val="28"/>
        </w:rPr>
        <w:t xml:space="preserve">2. </w:t>
      </w:r>
      <w:r w:rsidRPr="00DC3677">
        <w:rPr>
          <w:rFonts w:ascii="Times New Roman" w:hAnsi="Times New Roman" w:cs="Times New Roman"/>
          <w:sz w:val="28"/>
          <w:szCs w:val="28"/>
        </w:rPr>
        <w:t>Увеличить годовые бюджетные назначения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175 000,00 рублей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поселений».</w:t>
      </w:r>
    </w:p>
    <w:p w:rsidR="00083684" w:rsidRDefault="00083684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175 000,00 рублей</w:t>
      </w:r>
      <w:r w:rsidRPr="00044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направить:</w:t>
      </w:r>
    </w:p>
    <w:p w:rsidR="00083684" w:rsidRDefault="00083684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 01 13 «Другие общегосударственные вопросы»,  целевой статье   5</w:t>
      </w:r>
      <w:r>
        <w:rPr>
          <w:rFonts w:ascii="Times New Roman" w:hAnsi="Times New Roman" w:cs="Times New Roman"/>
          <w:sz w:val="28"/>
          <w:szCs w:val="28"/>
        </w:rPr>
        <w:t>160010240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A31EB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  <w:sz w:val="28"/>
          <w:szCs w:val="28"/>
        </w:rPr>
        <w:t>» в сумме 130 000,00 рублей на изготовление земельной документации,</w:t>
      </w:r>
    </w:p>
    <w:p w:rsidR="00083684" w:rsidRPr="00EB04F7" w:rsidRDefault="00083684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по  </w:t>
      </w:r>
      <w:r w:rsidRPr="00E028DA">
        <w:rPr>
          <w:rFonts w:ascii="Times New Roman" w:hAnsi="Times New Roman" w:cs="Times New Roman"/>
          <w:sz w:val="28"/>
          <w:szCs w:val="28"/>
        </w:rPr>
        <w:t xml:space="preserve">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</w:t>
      </w:r>
      <w:r w:rsidRPr="00EB04F7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E028DA">
        <w:rPr>
          <w:rFonts w:ascii="Times New Roman" w:hAnsi="Times New Roman" w:cs="Times New Roman"/>
          <w:sz w:val="28"/>
          <w:szCs w:val="28"/>
        </w:rPr>
        <w:t xml:space="preserve">»,  целевой статье   </w:t>
      </w:r>
      <w:r w:rsidRPr="00EB04F7">
        <w:rPr>
          <w:rFonts w:ascii="Times New Roman" w:hAnsi="Times New Roman" w:cs="Times New Roman"/>
          <w:sz w:val="28"/>
          <w:szCs w:val="28"/>
        </w:rPr>
        <w:t>6800010320</w:t>
      </w:r>
      <w:r w:rsidRPr="00EB04F7">
        <w:t xml:space="preserve"> </w:t>
      </w:r>
      <w:r>
        <w:t>«</w:t>
      </w:r>
      <w:r w:rsidRPr="00EB04F7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>
        <w:rPr>
          <w:rFonts w:ascii="Times New Roman" w:hAnsi="Times New Roman" w:cs="Times New Roman"/>
          <w:sz w:val="28"/>
          <w:szCs w:val="28"/>
        </w:rPr>
        <w:t>» в сумме 20 000,00 рублей на содержание трактора,</w:t>
      </w:r>
    </w:p>
    <w:p w:rsidR="00083684" w:rsidRPr="00EB04F7" w:rsidRDefault="00083684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по  </w:t>
      </w:r>
      <w:r w:rsidRPr="00E028DA">
        <w:rPr>
          <w:rFonts w:ascii="Times New Roman" w:hAnsi="Times New Roman" w:cs="Times New Roman"/>
          <w:sz w:val="28"/>
          <w:szCs w:val="28"/>
        </w:rPr>
        <w:t xml:space="preserve">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12 04</w:t>
      </w:r>
      <w:r w:rsidRPr="00E028DA">
        <w:rPr>
          <w:rFonts w:ascii="Times New Roman" w:hAnsi="Times New Roman" w:cs="Times New Roman"/>
          <w:sz w:val="28"/>
          <w:szCs w:val="28"/>
        </w:rPr>
        <w:t xml:space="preserve"> «Другие общегосударственные вопросы»,  целевой статье  </w:t>
      </w:r>
      <w:r w:rsidRPr="00EB04F7">
        <w:rPr>
          <w:rFonts w:ascii="Times New Roman" w:hAnsi="Times New Roman" w:cs="Times New Roman"/>
          <w:sz w:val="28"/>
          <w:szCs w:val="28"/>
        </w:rPr>
        <w:t>5120010070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B04F7">
        <w:rPr>
          <w:rFonts w:ascii="Times New Roman" w:hAnsi="Times New Roman" w:cs="Times New Roman"/>
          <w:sz w:val="28"/>
          <w:szCs w:val="28"/>
        </w:rPr>
        <w:t>Реализация мероприятий ведомственной целевой программы</w:t>
      </w:r>
      <w:r>
        <w:rPr>
          <w:rFonts w:ascii="Times New Roman" w:hAnsi="Times New Roman" w:cs="Times New Roman"/>
          <w:sz w:val="28"/>
          <w:szCs w:val="28"/>
        </w:rPr>
        <w:t>» в сумме 20 000,00 рублей на оплату информационного материала в газете,</w:t>
      </w:r>
    </w:p>
    <w:p w:rsidR="00083684" w:rsidRDefault="00083684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 по  </w:t>
      </w:r>
      <w:r w:rsidRPr="00E028DA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 w:rsidRPr="00A31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300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в сумме 5 000,00 рублей на материальные затраты.</w:t>
      </w:r>
    </w:p>
    <w:p w:rsidR="00083684" w:rsidRPr="00F006F8" w:rsidRDefault="00083684" w:rsidP="00445D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</w:t>
      </w:r>
      <w:r w:rsidRPr="00E028DA">
        <w:rPr>
          <w:rFonts w:ascii="Times New Roman" w:hAnsi="Times New Roman" w:cs="Times New Roman"/>
          <w:sz w:val="28"/>
          <w:szCs w:val="28"/>
        </w:rPr>
        <w:t xml:space="preserve">Направить остатки от неиспользованных   ассигнований (за счет налоговых и неналоговых доходов) по состоянию на 01.01.2016 года в сумме    </w:t>
      </w:r>
      <w:r>
        <w:rPr>
          <w:rFonts w:ascii="Times New Roman" w:hAnsi="Times New Roman" w:cs="Times New Roman"/>
          <w:sz w:val="28"/>
          <w:szCs w:val="28"/>
        </w:rPr>
        <w:t>459 900</w:t>
      </w:r>
      <w:r w:rsidRPr="00E028DA">
        <w:rPr>
          <w:rFonts w:ascii="Times New Roman" w:hAnsi="Times New Roman" w:cs="Times New Roman"/>
          <w:sz w:val="28"/>
          <w:szCs w:val="28"/>
        </w:rPr>
        <w:t>,00 рублей  на увеличение ассигнований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8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408B0">
        <w:rPr>
          <w:rFonts w:ascii="Times New Roman" w:hAnsi="Times New Roman" w:cs="Times New Roman"/>
          <w:sz w:val="28"/>
          <w:szCs w:val="28"/>
        </w:rPr>
        <w:t>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   08 01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«Культура»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9B461D">
        <w:rPr>
          <w:rFonts w:ascii="Times New Roman" w:hAnsi="Times New Roman" w:cs="Times New Roman"/>
          <w:sz w:val="28"/>
          <w:szCs w:val="28"/>
        </w:rPr>
        <w:t>592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9B461D">
        <w:rPr>
          <w:rFonts w:ascii="Times New Roman" w:hAnsi="Times New Roman" w:cs="Times New Roman"/>
          <w:sz w:val="28"/>
          <w:szCs w:val="28"/>
        </w:rPr>
        <w:t>0059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 на заработную плату.</w:t>
      </w:r>
    </w:p>
    <w:p w:rsidR="00083684" w:rsidRDefault="00083684" w:rsidP="00C94739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Внести соответствующие изменения  в приложения № 2,4-7 изложив их в новой редакции (приложения № 1,2,3,4,5).</w:t>
      </w:r>
    </w:p>
    <w:p w:rsidR="00083684" w:rsidRDefault="00083684" w:rsidP="00C94739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подлежит опубликованию в установленном порядке.</w:t>
      </w:r>
    </w:p>
    <w:p w:rsidR="00083684" w:rsidRDefault="00083684" w:rsidP="00C9473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 решение вступает в силу со дня его опубликования.</w:t>
      </w:r>
    </w:p>
    <w:p w:rsidR="00083684" w:rsidRDefault="00083684" w:rsidP="00C9473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3684" w:rsidRDefault="00083684" w:rsidP="00C9473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3684" w:rsidRDefault="00083684" w:rsidP="00C9473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83684" w:rsidRDefault="00083684" w:rsidP="0062320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Председатель Совета</w:t>
      </w:r>
    </w:p>
    <w:p w:rsidR="00083684" w:rsidRDefault="00083684" w:rsidP="00623201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         Школьненского сельского поселения          </w:t>
      </w:r>
    </w:p>
    <w:p w:rsidR="00083684" w:rsidRDefault="00083684" w:rsidP="00623201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Белореченского района </w:t>
      </w:r>
    </w:p>
    <w:p w:rsidR="00083684" w:rsidRDefault="00083684" w:rsidP="00C9473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В.Н.Лантратов                                     Н.В.Лавриненко      </w:t>
      </w:r>
    </w:p>
    <w:p w:rsidR="00083684" w:rsidRDefault="00083684" w:rsidP="00C351E8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083684" w:rsidRPr="00203FD5" w:rsidRDefault="00083684" w:rsidP="009B3142">
      <w:pPr>
        <w:pageBreakBefore/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ЛИСТ СОГЛАСОВАНИЯ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83684" w:rsidRPr="00203FD5" w:rsidRDefault="00083684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решения Совета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Школьненского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083684" w:rsidRPr="00203FD5" w:rsidRDefault="00083684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Белореченского района</w:t>
      </w:r>
    </w:p>
    <w:p w:rsidR="00083684" w:rsidRPr="00203FD5" w:rsidRDefault="00083684" w:rsidP="009B3142">
      <w:pPr>
        <w:ind w:right="-2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от _____________201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203FD5">
        <w:rPr>
          <w:rFonts w:ascii="Times New Roman" w:hAnsi="Times New Roman" w:cs="Times New Roman"/>
          <w:sz w:val="28"/>
          <w:szCs w:val="28"/>
          <w:lang w:eastAsia="ru-RU"/>
        </w:rPr>
        <w:t xml:space="preserve"> №_____</w:t>
      </w:r>
    </w:p>
    <w:p w:rsidR="00083684" w:rsidRPr="00203FD5" w:rsidRDefault="00083684" w:rsidP="009B3142">
      <w:pPr>
        <w:ind w:right="-2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83684" w:rsidRPr="009D58BB" w:rsidRDefault="00083684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 изменений в решение Совета Школьненского сельского поселения Белореченского района от  </w:t>
      </w:r>
      <w:r w:rsidRPr="00D72D7A">
        <w:rPr>
          <w:rFonts w:ascii="Times New Roman" w:hAnsi="Times New Roman" w:cs="Times New Roman"/>
          <w:b/>
          <w:bCs/>
          <w:sz w:val="28"/>
          <w:szCs w:val="28"/>
        </w:rPr>
        <w:t>21  декабря 2015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>69</w:t>
      </w:r>
      <w:r w:rsidRPr="009D58BB">
        <w:rPr>
          <w:rFonts w:ascii="Times New Roman" w:hAnsi="Times New Roman" w:cs="Times New Roman"/>
          <w:b/>
          <w:bCs/>
          <w:sz w:val="28"/>
          <w:szCs w:val="28"/>
        </w:rPr>
        <w:t xml:space="preserve"> “О  бюджете Школьненского сельского поселения Белореченского  района 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 год»</w:t>
      </w:r>
    </w:p>
    <w:p w:rsidR="00083684" w:rsidRDefault="00083684" w:rsidP="009B31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684" w:rsidRPr="00203FD5" w:rsidRDefault="00083684" w:rsidP="009B3142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03FD5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083684" w:rsidRPr="00203FD5" w:rsidRDefault="00083684" w:rsidP="009B3142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684" w:rsidRPr="00203FD5" w:rsidRDefault="00083684" w:rsidP="009B3142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3684" w:rsidRPr="00203FD5" w:rsidRDefault="00083684" w:rsidP="009B3142">
      <w:pPr>
        <w:ind w:right="-29"/>
        <w:rPr>
          <w:rFonts w:ascii="Times New Roman" w:hAnsi="Times New Roman" w:cs="Times New Roman"/>
          <w:sz w:val="28"/>
          <w:szCs w:val="28"/>
          <w:lang w:eastAsia="ru-RU"/>
        </w:rPr>
      </w:pPr>
      <w:r w:rsidRPr="00203FD5">
        <w:rPr>
          <w:rFonts w:ascii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9747" w:type="dxa"/>
        <w:tblInd w:w="-106" w:type="dxa"/>
        <w:tblLayout w:type="fixed"/>
        <w:tblLook w:val="00A0"/>
      </w:tblPr>
      <w:tblGrid>
        <w:gridCol w:w="4908"/>
        <w:gridCol w:w="1863"/>
        <w:gridCol w:w="2976"/>
      </w:tblGrid>
      <w:tr w:rsidR="00083684" w:rsidRPr="00203FD5">
        <w:trPr>
          <w:cantSplit/>
        </w:trPr>
        <w:tc>
          <w:tcPr>
            <w:tcW w:w="4908" w:type="dxa"/>
          </w:tcPr>
          <w:p w:rsidR="00083684" w:rsidRPr="00203FD5" w:rsidRDefault="00083684" w:rsidP="001C6EC4">
            <w:pPr>
              <w:snapToGrid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Начальник финансового отдела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</w:t>
            </w: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1863" w:type="dxa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Е.В. Леник</w:t>
            </w:r>
          </w:p>
        </w:tc>
      </w:tr>
      <w:tr w:rsidR="00083684" w:rsidRPr="00203FD5">
        <w:trPr>
          <w:cantSplit/>
        </w:trPr>
        <w:tc>
          <w:tcPr>
            <w:tcW w:w="4908" w:type="dxa"/>
          </w:tcPr>
          <w:p w:rsidR="00083684" w:rsidRPr="00203FD5" w:rsidRDefault="00083684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684" w:rsidRPr="00203FD5">
        <w:trPr>
          <w:cantSplit/>
        </w:trPr>
        <w:tc>
          <w:tcPr>
            <w:tcW w:w="4908" w:type="dxa"/>
          </w:tcPr>
          <w:p w:rsidR="00083684" w:rsidRPr="00203FD5" w:rsidRDefault="00083684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684" w:rsidRPr="00203FD5">
        <w:trPr>
          <w:cantSplit/>
        </w:trPr>
        <w:tc>
          <w:tcPr>
            <w:tcW w:w="4908" w:type="dxa"/>
          </w:tcPr>
          <w:p w:rsidR="00083684" w:rsidRPr="00203FD5" w:rsidRDefault="00083684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03F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863" w:type="dxa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3684" w:rsidRPr="00203FD5">
        <w:trPr>
          <w:cantSplit/>
        </w:trPr>
        <w:tc>
          <w:tcPr>
            <w:tcW w:w="4908" w:type="dxa"/>
          </w:tcPr>
          <w:p w:rsidR="00083684" w:rsidRPr="003B5708" w:rsidRDefault="00083684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ачальник финансового управления</w:t>
            </w:r>
          </w:p>
          <w:p w:rsidR="00083684" w:rsidRPr="003B5708" w:rsidRDefault="00083684" w:rsidP="001C6EC4">
            <w:pPr>
              <w:widowControl w:val="0"/>
              <w:tabs>
                <w:tab w:val="right" w:pos="9498"/>
              </w:tabs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 Белореченский район</w:t>
            </w:r>
          </w:p>
          <w:p w:rsidR="00083684" w:rsidRPr="00203FD5" w:rsidRDefault="00083684" w:rsidP="001C6EC4">
            <w:pPr>
              <w:snapToGrid w:val="0"/>
              <w:ind w:right="-29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3" w:type="dxa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bottom"/>
          </w:tcPr>
          <w:p w:rsidR="00083684" w:rsidRPr="00203FD5" w:rsidRDefault="00083684" w:rsidP="001C6EC4">
            <w:pPr>
              <w:snapToGrid w:val="0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B570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Ю.В. Федорченко</w:t>
            </w:r>
          </w:p>
        </w:tc>
      </w:tr>
    </w:tbl>
    <w:p w:rsidR="00083684" w:rsidRPr="00EF127F" w:rsidRDefault="00083684" w:rsidP="009B3142">
      <w:pPr>
        <w:widowControl w:val="0"/>
        <w:tabs>
          <w:tab w:val="right" w:pos="9498"/>
        </w:tabs>
        <w:rPr>
          <w:lang w:eastAsia="ru-RU"/>
        </w:rPr>
      </w:pPr>
    </w:p>
    <w:p w:rsidR="00083684" w:rsidRPr="00DD5EF6" w:rsidRDefault="00083684" w:rsidP="009B3142">
      <w:pPr>
        <w:tabs>
          <w:tab w:val="left" w:pos="0"/>
          <w:tab w:val="left" w:pos="900"/>
        </w:tabs>
      </w:pPr>
    </w:p>
    <w:p w:rsidR="00083684" w:rsidRDefault="00083684" w:rsidP="009B3142">
      <w:pPr>
        <w:tabs>
          <w:tab w:val="left" w:pos="900"/>
        </w:tabs>
        <w:rPr>
          <w:sz w:val="28"/>
          <w:szCs w:val="28"/>
        </w:rPr>
      </w:pPr>
    </w:p>
    <w:p w:rsidR="00083684" w:rsidRPr="00DD5EF6" w:rsidRDefault="00083684" w:rsidP="009B3142">
      <w:pPr>
        <w:tabs>
          <w:tab w:val="left" w:pos="0"/>
          <w:tab w:val="left" w:pos="900"/>
        </w:tabs>
      </w:pPr>
    </w:p>
    <w:p w:rsidR="00083684" w:rsidRPr="00DD5EF6" w:rsidRDefault="00083684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083684" w:rsidRPr="00DD5EF6" w:rsidSect="00DB1581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684" w:rsidRDefault="00083684" w:rsidP="00B57B3B">
      <w:r>
        <w:separator/>
      </w:r>
    </w:p>
  </w:endnote>
  <w:endnote w:type="continuationSeparator" w:id="0">
    <w:p w:rsidR="00083684" w:rsidRDefault="00083684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684" w:rsidRDefault="00083684" w:rsidP="00B57B3B">
      <w:r>
        <w:separator/>
      </w:r>
    </w:p>
  </w:footnote>
  <w:footnote w:type="continuationSeparator" w:id="0">
    <w:p w:rsidR="00083684" w:rsidRDefault="00083684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3684" w:rsidRPr="003139BC" w:rsidRDefault="00083684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083684" w:rsidRDefault="0008368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3FC8"/>
    <w:rsid w:val="0001562E"/>
    <w:rsid w:val="00017DF0"/>
    <w:rsid w:val="0002516C"/>
    <w:rsid w:val="00025588"/>
    <w:rsid w:val="00030337"/>
    <w:rsid w:val="00035659"/>
    <w:rsid w:val="00044004"/>
    <w:rsid w:val="00054A0C"/>
    <w:rsid w:val="000555BA"/>
    <w:rsid w:val="000775A2"/>
    <w:rsid w:val="00083684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5181"/>
    <w:rsid w:val="00115322"/>
    <w:rsid w:val="001177DA"/>
    <w:rsid w:val="00122F78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405F"/>
    <w:rsid w:val="00194CE4"/>
    <w:rsid w:val="001A02DE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0B4A"/>
    <w:rsid w:val="001D3FAB"/>
    <w:rsid w:val="001D481B"/>
    <w:rsid w:val="001D7C02"/>
    <w:rsid w:val="001E1C9B"/>
    <w:rsid w:val="001E33FB"/>
    <w:rsid w:val="001E3D89"/>
    <w:rsid w:val="00200CA1"/>
    <w:rsid w:val="00203FD5"/>
    <w:rsid w:val="00210A11"/>
    <w:rsid w:val="00221DB4"/>
    <w:rsid w:val="00233C0A"/>
    <w:rsid w:val="00235D26"/>
    <w:rsid w:val="0023657E"/>
    <w:rsid w:val="00237868"/>
    <w:rsid w:val="0024297E"/>
    <w:rsid w:val="002504D7"/>
    <w:rsid w:val="00253C20"/>
    <w:rsid w:val="00255B84"/>
    <w:rsid w:val="00260F0C"/>
    <w:rsid w:val="00271227"/>
    <w:rsid w:val="00271568"/>
    <w:rsid w:val="00273879"/>
    <w:rsid w:val="00276C40"/>
    <w:rsid w:val="002849D9"/>
    <w:rsid w:val="00284D12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6F5E"/>
    <w:rsid w:val="00327591"/>
    <w:rsid w:val="003372C6"/>
    <w:rsid w:val="00353935"/>
    <w:rsid w:val="003542ED"/>
    <w:rsid w:val="00355001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E4804"/>
    <w:rsid w:val="003F181F"/>
    <w:rsid w:val="00410F52"/>
    <w:rsid w:val="0041238D"/>
    <w:rsid w:val="0041244D"/>
    <w:rsid w:val="0041759B"/>
    <w:rsid w:val="00434016"/>
    <w:rsid w:val="00444314"/>
    <w:rsid w:val="00445D9C"/>
    <w:rsid w:val="0045431B"/>
    <w:rsid w:val="0046258A"/>
    <w:rsid w:val="004728DB"/>
    <w:rsid w:val="00477148"/>
    <w:rsid w:val="004846F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D3045"/>
    <w:rsid w:val="004D3AB9"/>
    <w:rsid w:val="004D5228"/>
    <w:rsid w:val="004F324E"/>
    <w:rsid w:val="004F39C5"/>
    <w:rsid w:val="004F5523"/>
    <w:rsid w:val="004F7027"/>
    <w:rsid w:val="0050053D"/>
    <w:rsid w:val="00505CF9"/>
    <w:rsid w:val="00507A5E"/>
    <w:rsid w:val="005118AD"/>
    <w:rsid w:val="00511F3E"/>
    <w:rsid w:val="00513217"/>
    <w:rsid w:val="00513393"/>
    <w:rsid w:val="00517464"/>
    <w:rsid w:val="0052009A"/>
    <w:rsid w:val="00521F62"/>
    <w:rsid w:val="00525406"/>
    <w:rsid w:val="00530999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4C69"/>
    <w:rsid w:val="0057516E"/>
    <w:rsid w:val="00580429"/>
    <w:rsid w:val="0059421D"/>
    <w:rsid w:val="0059734A"/>
    <w:rsid w:val="00597708"/>
    <w:rsid w:val="005A573F"/>
    <w:rsid w:val="005B02F1"/>
    <w:rsid w:val="005C34BC"/>
    <w:rsid w:val="005C41A2"/>
    <w:rsid w:val="005D15F9"/>
    <w:rsid w:val="005D6E64"/>
    <w:rsid w:val="005D7FF2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23201"/>
    <w:rsid w:val="006301B3"/>
    <w:rsid w:val="006331F8"/>
    <w:rsid w:val="006447A9"/>
    <w:rsid w:val="006454C5"/>
    <w:rsid w:val="00654C50"/>
    <w:rsid w:val="006602EC"/>
    <w:rsid w:val="00665A87"/>
    <w:rsid w:val="00666779"/>
    <w:rsid w:val="006719EC"/>
    <w:rsid w:val="00676CA9"/>
    <w:rsid w:val="00687224"/>
    <w:rsid w:val="006A182E"/>
    <w:rsid w:val="006A47E2"/>
    <w:rsid w:val="006B10A2"/>
    <w:rsid w:val="006B2EAF"/>
    <w:rsid w:val="006B578C"/>
    <w:rsid w:val="006B708B"/>
    <w:rsid w:val="006C1614"/>
    <w:rsid w:val="006D2C1D"/>
    <w:rsid w:val="006D5CD3"/>
    <w:rsid w:val="006D6DDE"/>
    <w:rsid w:val="006D7B65"/>
    <w:rsid w:val="006E5DDE"/>
    <w:rsid w:val="006F5564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47C1"/>
    <w:rsid w:val="00775D70"/>
    <w:rsid w:val="00777B45"/>
    <w:rsid w:val="007805A2"/>
    <w:rsid w:val="00783472"/>
    <w:rsid w:val="007A1FD1"/>
    <w:rsid w:val="007A6B19"/>
    <w:rsid w:val="007B68AC"/>
    <w:rsid w:val="007C0ACC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BDA"/>
    <w:rsid w:val="008155FD"/>
    <w:rsid w:val="00816690"/>
    <w:rsid w:val="0082078B"/>
    <w:rsid w:val="008209EF"/>
    <w:rsid w:val="00822DCF"/>
    <w:rsid w:val="0082327B"/>
    <w:rsid w:val="00831316"/>
    <w:rsid w:val="008318BA"/>
    <w:rsid w:val="00835B3F"/>
    <w:rsid w:val="00837798"/>
    <w:rsid w:val="0084153A"/>
    <w:rsid w:val="00843519"/>
    <w:rsid w:val="00844CCB"/>
    <w:rsid w:val="008507AF"/>
    <w:rsid w:val="0085170F"/>
    <w:rsid w:val="00852757"/>
    <w:rsid w:val="00854DFD"/>
    <w:rsid w:val="0085545F"/>
    <w:rsid w:val="00862DE5"/>
    <w:rsid w:val="00873896"/>
    <w:rsid w:val="00875421"/>
    <w:rsid w:val="00881148"/>
    <w:rsid w:val="00882A64"/>
    <w:rsid w:val="00883DDB"/>
    <w:rsid w:val="00886416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8F1D5E"/>
    <w:rsid w:val="00901198"/>
    <w:rsid w:val="009037DC"/>
    <w:rsid w:val="00903806"/>
    <w:rsid w:val="00910611"/>
    <w:rsid w:val="0091129A"/>
    <w:rsid w:val="0092011B"/>
    <w:rsid w:val="009220CE"/>
    <w:rsid w:val="00922148"/>
    <w:rsid w:val="00922DD3"/>
    <w:rsid w:val="00925652"/>
    <w:rsid w:val="009307A5"/>
    <w:rsid w:val="009309B9"/>
    <w:rsid w:val="0093116D"/>
    <w:rsid w:val="009319DB"/>
    <w:rsid w:val="0093387D"/>
    <w:rsid w:val="00941035"/>
    <w:rsid w:val="00942409"/>
    <w:rsid w:val="00945017"/>
    <w:rsid w:val="00952021"/>
    <w:rsid w:val="00957CB9"/>
    <w:rsid w:val="00965867"/>
    <w:rsid w:val="00971CA8"/>
    <w:rsid w:val="00972EDB"/>
    <w:rsid w:val="00973D54"/>
    <w:rsid w:val="009752B5"/>
    <w:rsid w:val="00976523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53F2"/>
    <w:rsid w:val="009E6447"/>
    <w:rsid w:val="009E69D6"/>
    <w:rsid w:val="009E7861"/>
    <w:rsid w:val="00A028CD"/>
    <w:rsid w:val="00A14C04"/>
    <w:rsid w:val="00A22233"/>
    <w:rsid w:val="00A224F0"/>
    <w:rsid w:val="00A31EB4"/>
    <w:rsid w:val="00A33813"/>
    <w:rsid w:val="00A408B0"/>
    <w:rsid w:val="00A4200A"/>
    <w:rsid w:val="00A5653B"/>
    <w:rsid w:val="00A5786A"/>
    <w:rsid w:val="00A60D9F"/>
    <w:rsid w:val="00A65FE7"/>
    <w:rsid w:val="00A674A9"/>
    <w:rsid w:val="00A72975"/>
    <w:rsid w:val="00A927CD"/>
    <w:rsid w:val="00A969F6"/>
    <w:rsid w:val="00AB3310"/>
    <w:rsid w:val="00AC3B6A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2766A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2C91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D0C81"/>
    <w:rsid w:val="00BE4009"/>
    <w:rsid w:val="00BE528A"/>
    <w:rsid w:val="00BE7CE4"/>
    <w:rsid w:val="00BF1CDD"/>
    <w:rsid w:val="00BF614C"/>
    <w:rsid w:val="00C02739"/>
    <w:rsid w:val="00C028D7"/>
    <w:rsid w:val="00C047DB"/>
    <w:rsid w:val="00C062FA"/>
    <w:rsid w:val="00C31DEB"/>
    <w:rsid w:val="00C32E45"/>
    <w:rsid w:val="00C34742"/>
    <w:rsid w:val="00C351E8"/>
    <w:rsid w:val="00C35EE9"/>
    <w:rsid w:val="00C402FB"/>
    <w:rsid w:val="00C57BBA"/>
    <w:rsid w:val="00C64896"/>
    <w:rsid w:val="00C6531B"/>
    <w:rsid w:val="00C70AF5"/>
    <w:rsid w:val="00C9011F"/>
    <w:rsid w:val="00C90DBC"/>
    <w:rsid w:val="00C94739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7B8"/>
    <w:rsid w:val="00D35DB7"/>
    <w:rsid w:val="00D36B4C"/>
    <w:rsid w:val="00D36FFB"/>
    <w:rsid w:val="00D50E4C"/>
    <w:rsid w:val="00D564D9"/>
    <w:rsid w:val="00D57B1F"/>
    <w:rsid w:val="00D57DB8"/>
    <w:rsid w:val="00D6063D"/>
    <w:rsid w:val="00D61196"/>
    <w:rsid w:val="00D72D7A"/>
    <w:rsid w:val="00D75C69"/>
    <w:rsid w:val="00D775B8"/>
    <w:rsid w:val="00D77D2C"/>
    <w:rsid w:val="00D8186A"/>
    <w:rsid w:val="00D8522B"/>
    <w:rsid w:val="00D874A4"/>
    <w:rsid w:val="00D933A2"/>
    <w:rsid w:val="00D93E08"/>
    <w:rsid w:val="00D962B4"/>
    <w:rsid w:val="00D96D93"/>
    <w:rsid w:val="00D971DC"/>
    <w:rsid w:val="00DA0532"/>
    <w:rsid w:val="00DA0E14"/>
    <w:rsid w:val="00DA1008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0550D"/>
    <w:rsid w:val="00E152EF"/>
    <w:rsid w:val="00E217A2"/>
    <w:rsid w:val="00E218DB"/>
    <w:rsid w:val="00E23256"/>
    <w:rsid w:val="00E31855"/>
    <w:rsid w:val="00E32359"/>
    <w:rsid w:val="00E3589D"/>
    <w:rsid w:val="00E4290A"/>
    <w:rsid w:val="00E5128B"/>
    <w:rsid w:val="00E5217E"/>
    <w:rsid w:val="00E617FC"/>
    <w:rsid w:val="00E6529E"/>
    <w:rsid w:val="00E66240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04F7"/>
    <w:rsid w:val="00EB2531"/>
    <w:rsid w:val="00EB3D68"/>
    <w:rsid w:val="00EB4346"/>
    <w:rsid w:val="00EB5495"/>
    <w:rsid w:val="00EC0FF3"/>
    <w:rsid w:val="00EC161C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31FC6"/>
    <w:rsid w:val="00F36A98"/>
    <w:rsid w:val="00F36BF8"/>
    <w:rsid w:val="00F37B76"/>
    <w:rsid w:val="00F4292D"/>
    <w:rsid w:val="00F46813"/>
    <w:rsid w:val="00F47A9E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8CA"/>
    <w:rsid w:val="00FB3F7F"/>
    <w:rsid w:val="00FC204D"/>
    <w:rsid w:val="00FC32E8"/>
    <w:rsid w:val="00FC41DD"/>
    <w:rsid w:val="00FC5DE3"/>
    <w:rsid w:val="00FC7B45"/>
    <w:rsid w:val="00FC7BB3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0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905</TotalTime>
  <Pages>3</Pages>
  <Words>992</Words>
  <Characters>5658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Кристина</cp:lastModifiedBy>
  <cp:revision>48</cp:revision>
  <cp:lastPrinted>2016-11-10T13:45:00Z</cp:lastPrinted>
  <dcterms:created xsi:type="dcterms:W3CDTF">2015-01-21T15:24:00Z</dcterms:created>
  <dcterms:modified xsi:type="dcterms:W3CDTF">2016-11-11T12:32:00Z</dcterms:modified>
</cp:coreProperties>
</file>